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F065A1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BD2387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23575B4A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BD2387">
        <w:rPr>
          <w:rFonts w:ascii="Corbel" w:hAnsi="Corbel"/>
          <w:sz w:val="20"/>
          <w:szCs w:val="20"/>
        </w:rPr>
        <w:t>1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BD2387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1DD8B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585413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50F7AEB9" w:rsidR="00806B87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72FC00C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090AC83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346AC" w14:textId="77777777" w:rsidR="00656208" w:rsidRDefault="00656208" w:rsidP="00C16ABF">
      <w:pPr>
        <w:spacing w:after="0" w:line="240" w:lineRule="auto"/>
      </w:pPr>
      <w:r>
        <w:separator/>
      </w:r>
    </w:p>
  </w:endnote>
  <w:endnote w:type="continuationSeparator" w:id="0">
    <w:p w14:paraId="3CF04E83" w14:textId="77777777" w:rsidR="00656208" w:rsidRDefault="006562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FE842" w14:textId="77777777" w:rsidR="00656208" w:rsidRDefault="00656208" w:rsidP="00C16ABF">
      <w:pPr>
        <w:spacing w:after="0" w:line="240" w:lineRule="auto"/>
      </w:pPr>
      <w:r>
        <w:separator/>
      </w:r>
    </w:p>
  </w:footnote>
  <w:footnote w:type="continuationSeparator" w:id="0">
    <w:p w14:paraId="0EF8C3CE" w14:textId="77777777" w:rsidR="00656208" w:rsidRDefault="0065620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5620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23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9A8B60-626B-4E7A-A693-C2A7DA55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2020-11-24T22:51:00Z</dcterms:created>
  <dcterms:modified xsi:type="dcterms:W3CDTF">2020-12-09T11:15:00Z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